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242" w:rsidRDefault="00D97F2A">
      <w:pPr>
        <w:pStyle w:val="Heading1"/>
      </w:pPr>
      <w:bookmarkStart w:id="0" w:name="_GoBack"/>
      <w:bookmarkEnd w:id="0"/>
      <w:r>
        <w:t>Vzdělávací oblast: Jazyk a jazyková komunikace</w:t>
      </w:r>
    </w:p>
    <w:p w:rsidR="00683242" w:rsidRDefault="00D97F2A">
      <w:pPr>
        <w:rPr>
          <w:b/>
          <w:sz w:val="28"/>
        </w:rPr>
      </w:pPr>
      <w:r>
        <w:rPr>
          <w:b/>
          <w:sz w:val="28"/>
        </w:rPr>
        <w:t>Vyučovací předmět: Anglický jazyk</w:t>
      </w:r>
    </w:p>
    <w:p w:rsidR="00683242" w:rsidRDefault="00683242"/>
    <w:p w:rsidR="00683242" w:rsidRPr="00AE1391" w:rsidRDefault="00D97F2A">
      <w:pPr>
        <w:rPr>
          <w:sz w:val="24"/>
          <w:szCs w:val="24"/>
        </w:rPr>
      </w:pPr>
      <w:r w:rsidRPr="00AE1391">
        <w:rPr>
          <w:sz w:val="24"/>
          <w:szCs w:val="24"/>
        </w:rPr>
        <w:t>Ročník: 4.</w:t>
      </w:r>
    </w:p>
    <w:tbl>
      <w:tblPr>
        <w:tblW w:w="15046" w:type="dxa"/>
        <w:tblInd w:w="-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5"/>
        <w:gridCol w:w="4111"/>
        <w:gridCol w:w="2835"/>
        <w:gridCol w:w="2855"/>
      </w:tblGrid>
      <w:tr w:rsidR="00683242" w:rsidRPr="00AE1391" w:rsidTr="00683242">
        <w:tblPrEx>
          <w:tblCellMar>
            <w:top w:w="0" w:type="dxa"/>
            <w:bottom w:w="0" w:type="dxa"/>
          </w:tblCellMar>
        </w:tblPrEx>
        <w:trPr>
          <w:trHeight w:hRule="exact" w:val="620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3242" w:rsidRPr="00AE1391" w:rsidRDefault="00D97F2A">
            <w:pPr>
              <w:pStyle w:val="Heading2"/>
              <w:snapToGrid w:val="0"/>
              <w:jc w:val="center"/>
              <w:rPr>
                <w:b w:val="0"/>
                <w:szCs w:val="24"/>
              </w:rPr>
            </w:pPr>
            <w:r w:rsidRPr="00AE1391">
              <w:rPr>
                <w:b w:val="0"/>
                <w:szCs w:val="24"/>
              </w:rPr>
              <w:t>Výstup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3242" w:rsidRPr="00AE1391" w:rsidRDefault="00D97F2A">
            <w:pPr>
              <w:pStyle w:val="Heading2"/>
              <w:snapToGrid w:val="0"/>
              <w:jc w:val="center"/>
              <w:rPr>
                <w:b w:val="0"/>
                <w:szCs w:val="24"/>
              </w:rPr>
            </w:pPr>
            <w:r w:rsidRPr="00AE1391">
              <w:rPr>
                <w:b w:val="0"/>
                <w:szCs w:val="24"/>
              </w:rPr>
              <w:t>Učivo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3242" w:rsidRPr="00AE1391" w:rsidRDefault="00D97F2A">
            <w:pPr>
              <w:pStyle w:val="Heading2"/>
              <w:snapToGrid w:val="0"/>
              <w:jc w:val="center"/>
              <w:rPr>
                <w:b w:val="0"/>
                <w:szCs w:val="24"/>
              </w:rPr>
            </w:pPr>
            <w:r w:rsidRPr="00AE1391">
              <w:rPr>
                <w:b w:val="0"/>
                <w:szCs w:val="24"/>
              </w:rPr>
              <w:t>Mezipředmětové vztahy, průřezová témata, kurzy, projekty</w:t>
            </w: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Mezipředmětové vztahy, projekty, kurzy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3242" w:rsidRPr="00AE1391" w:rsidRDefault="00D97F2A">
            <w:pPr>
              <w:pStyle w:val="Heading2"/>
              <w:snapToGrid w:val="0"/>
              <w:jc w:val="center"/>
              <w:rPr>
                <w:b w:val="0"/>
                <w:szCs w:val="24"/>
              </w:rPr>
            </w:pPr>
            <w:r w:rsidRPr="00AE1391">
              <w:rPr>
                <w:b w:val="0"/>
                <w:szCs w:val="24"/>
              </w:rPr>
              <w:t>Poznámky</w:t>
            </w:r>
          </w:p>
        </w:tc>
      </w:tr>
      <w:tr w:rsidR="00683242" w:rsidRPr="00AE1391" w:rsidTr="00683242">
        <w:tblPrEx>
          <w:tblCellMar>
            <w:top w:w="0" w:type="dxa"/>
            <w:bottom w:w="0" w:type="dxa"/>
          </w:tblCellMar>
        </w:tblPrEx>
        <w:trPr>
          <w:trHeight w:val="3883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6746" w:rsidRDefault="00D16746" w:rsidP="00D16746">
            <w:pPr>
              <w:ind w:left="1080"/>
              <w:rPr>
                <w:sz w:val="24"/>
                <w:szCs w:val="24"/>
              </w:rPr>
            </w:pPr>
          </w:p>
          <w:p w:rsidR="00683242" w:rsidRPr="008D4271" w:rsidRDefault="00D97F2A" w:rsidP="00D16746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získá základní slovní zásobu</w:t>
            </w:r>
          </w:p>
          <w:p w:rsidR="00683242" w:rsidRPr="00AE1391" w:rsidRDefault="00D97F2A" w:rsidP="00D16746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prezentuje jednoduché básničky a písničky</w:t>
            </w:r>
          </w:p>
          <w:p w:rsidR="00683242" w:rsidRPr="00AE1391" w:rsidRDefault="003F2B1E" w:rsidP="00D16746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určí čas na hodinách </w:t>
            </w:r>
          </w:p>
          <w:p w:rsidR="00683242" w:rsidRPr="00AE1391" w:rsidRDefault="008D4271" w:rsidP="00D16746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rozezná</w:t>
            </w:r>
            <w:r w:rsidR="00D97F2A" w:rsidRPr="00AE1391">
              <w:rPr>
                <w:sz w:val="24"/>
                <w:szCs w:val="24"/>
              </w:rPr>
              <w:t xml:space="preserve"> fonetickou a psanou formou jazyka</w:t>
            </w:r>
          </w:p>
          <w:p w:rsidR="00683242" w:rsidRPr="00AE1391" w:rsidRDefault="008D4271" w:rsidP="00D16746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požívá</w:t>
            </w:r>
            <w:r w:rsidR="00D97F2A" w:rsidRPr="00AE1391">
              <w:rPr>
                <w:sz w:val="24"/>
                <w:szCs w:val="24"/>
              </w:rPr>
              <w:t xml:space="preserve"> abecední slovník učebnice</w:t>
            </w:r>
          </w:p>
          <w:p w:rsidR="00683242" w:rsidRPr="00AE1391" w:rsidRDefault="00D97F2A" w:rsidP="00D16746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reprodukuje a obměňuje pamětně osvojené fráze</w:t>
            </w:r>
          </w:p>
          <w:p w:rsidR="00683242" w:rsidRPr="00AE1391" w:rsidRDefault="00D97F2A" w:rsidP="00D16746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 xml:space="preserve">odpovídá na </w:t>
            </w:r>
            <w:r w:rsidR="003F2B1E">
              <w:rPr>
                <w:sz w:val="24"/>
                <w:szCs w:val="24"/>
              </w:rPr>
              <w:t xml:space="preserve">jednoduché otázky </w:t>
            </w:r>
          </w:p>
          <w:p w:rsidR="00683242" w:rsidRPr="00AE1391" w:rsidRDefault="00D97F2A" w:rsidP="00D16746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písemně obměňuje krátké probrané texty</w:t>
            </w:r>
          </w:p>
          <w:p w:rsidR="00CE1B6E" w:rsidRPr="00336337" w:rsidRDefault="00CE1B6E" w:rsidP="00D16746">
            <w:pPr>
              <w:numPr>
                <w:ilvl w:val="0"/>
                <w:numId w:val="6"/>
              </w:numPr>
              <w:rPr>
                <w:bCs/>
                <w:iCs/>
                <w:sz w:val="24"/>
                <w:szCs w:val="24"/>
              </w:rPr>
            </w:pPr>
            <w:r w:rsidRPr="00AE1391">
              <w:rPr>
                <w:bCs/>
                <w:iCs/>
                <w:sz w:val="24"/>
                <w:szCs w:val="24"/>
              </w:rPr>
              <w:t>rozumí jednoduchým pokynům a otázkám učitele, které jsou sdělovány pomalu a s pečlivou výslovností</w:t>
            </w:r>
          </w:p>
          <w:p w:rsidR="00CE1B6E" w:rsidRPr="00AE1391" w:rsidRDefault="00CE1B6E" w:rsidP="00D16746">
            <w:pPr>
              <w:pStyle w:val="Default"/>
              <w:numPr>
                <w:ilvl w:val="0"/>
                <w:numId w:val="6"/>
              </w:numPr>
              <w:ind w:right="113"/>
              <w:rPr>
                <w:color w:val="auto"/>
              </w:rPr>
            </w:pPr>
            <w:r w:rsidRPr="00AE1391">
              <w:rPr>
                <w:bCs/>
                <w:iCs/>
                <w:color w:val="auto"/>
              </w:rPr>
              <w:t>rozumí jednoduchému poslechovému te</w:t>
            </w:r>
            <w:r w:rsidRPr="00AE1391">
              <w:rPr>
                <w:bCs/>
                <w:iCs/>
                <w:color w:val="auto"/>
              </w:rPr>
              <w:t>x</w:t>
            </w:r>
            <w:r w:rsidRPr="00AE1391">
              <w:rPr>
                <w:bCs/>
                <w:iCs/>
                <w:color w:val="auto"/>
              </w:rPr>
              <w:t>tu, pokud je pronášen pomalu a zřetelně</w:t>
            </w:r>
            <w:r w:rsidR="008A6242">
              <w:rPr>
                <w:bCs/>
                <w:iCs/>
                <w:color w:val="auto"/>
              </w:rPr>
              <w:t xml:space="preserve"> a zejména pokud</w:t>
            </w:r>
            <w:r w:rsidRPr="00AE1391">
              <w:rPr>
                <w:bCs/>
                <w:iCs/>
                <w:color w:val="auto"/>
              </w:rPr>
              <w:t> má k dispozici vizuální op</w:t>
            </w:r>
            <w:r w:rsidRPr="00AE1391">
              <w:rPr>
                <w:bCs/>
                <w:iCs/>
                <w:color w:val="auto"/>
              </w:rPr>
              <w:t>o</w:t>
            </w:r>
            <w:r w:rsidRPr="00AE1391">
              <w:rPr>
                <w:bCs/>
                <w:iCs/>
                <w:color w:val="auto"/>
              </w:rPr>
              <w:t>ru</w:t>
            </w:r>
          </w:p>
          <w:p w:rsidR="008A6242" w:rsidRPr="00AE1391" w:rsidRDefault="008D4271" w:rsidP="00D16746">
            <w:pPr>
              <w:pStyle w:val="Default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rStyle w:val="Styl11bTunKurzvaVpravo02cmPed1bChar"/>
                <w:b w:val="0"/>
                <w:i w:val="0"/>
                <w:color w:val="auto"/>
                <w:sz w:val="24"/>
                <w:szCs w:val="24"/>
              </w:rPr>
              <w:t>zopakuje</w:t>
            </w:r>
            <w:r w:rsidR="00CE1B6E" w:rsidRPr="00AE1391">
              <w:rPr>
                <w:rStyle w:val="Styl11bTunKurzvaVpravo02cmPed1bChar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8A6242">
              <w:rPr>
                <w:color w:val="auto"/>
              </w:rPr>
              <w:t>jednoduchý</w:t>
            </w:r>
            <w:r w:rsidR="00CE1B6E" w:rsidRPr="00AE1391">
              <w:rPr>
                <w:color w:val="auto"/>
              </w:rPr>
              <w:t xml:space="preserve"> rozhovo</w:t>
            </w:r>
            <w:r w:rsidR="008A6242">
              <w:rPr>
                <w:color w:val="auto"/>
              </w:rPr>
              <w:t>r,</w:t>
            </w:r>
            <w:r w:rsidR="008A6242" w:rsidRPr="00AE1391">
              <w:rPr>
                <w:bCs/>
                <w:iCs/>
                <w:color w:val="auto"/>
              </w:rPr>
              <w:t xml:space="preserve"> který se vztahuje</w:t>
            </w:r>
            <w:r w:rsidR="008A6242">
              <w:rPr>
                <w:color w:val="auto"/>
              </w:rPr>
              <w:t xml:space="preserve"> k osvojovanému</w:t>
            </w:r>
            <w:r w:rsidR="008A6242" w:rsidRPr="00AE1391">
              <w:rPr>
                <w:color w:val="auto"/>
              </w:rPr>
              <w:t xml:space="preserve"> tém</w:t>
            </w:r>
            <w:r w:rsidR="008A6242" w:rsidRPr="00AE1391">
              <w:rPr>
                <w:color w:val="auto"/>
              </w:rPr>
              <w:t>a</w:t>
            </w:r>
            <w:r w:rsidR="008A6242">
              <w:rPr>
                <w:color w:val="auto"/>
              </w:rPr>
              <w:t>tu</w:t>
            </w:r>
          </w:p>
          <w:p w:rsidR="00CE1B6E" w:rsidRPr="00AE1391" w:rsidRDefault="00CE1B6E" w:rsidP="00D16746">
            <w:pPr>
              <w:pStyle w:val="Default"/>
              <w:numPr>
                <w:ilvl w:val="0"/>
                <w:numId w:val="6"/>
              </w:numPr>
              <w:ind w:right="113"/>
              <w:rPr>
                <w:color w:val="auto"/>
              </w:rPr>
            </w:pPr>
            <w:r w:rsidRPr="00AE1391">
              <w:rPr>
                <w:bCs/>
                <w:iCs/>
                <w:color w:val="auto"/>
              </w:rPr>
              <w:t xml:space="preserve">odpovídá na jednoduché otázky týkající se jeho samotného, rodiny </w:t>
            </w:r>
          </w:p>
          <w:p w:rsidR="00CE1B6E" w:rsidRPr="00AE1391" w:rsidRDefault="00CE1B6E" w:rsidP="00D16746">
            <w:pPr>
              <w:pStyle w:val="Default"/>
              <w:numPr>
                <w:ilvl w:val="0"/>
                <w:numId w:val="6"/>
              </w:numPr>
              <w:rPr>
                <w:color w:val="auto"/>
              </w:rPr>
            </w:pPr>
            <w:r w:rsidRPr="00AE1391">
              <w:rPr>
                <w:bCs/>
                <w:iCs/>
                <w:color w:val="auto"/>
              </w:rPr>
              <w:t>vyhledá potřebnou informaci v jednoduchém textu, který se vztahuje</w:t>
            </w:r>
            <w:r w:rsidRPr="00AE1391">
              <w:rPr>
                <w:color w:val="auto"/>
              </w:rPr>
              <w:t xml:space="preserve"> k osvojovaným tém</w:t>
            </w:r>
            <w:r w:rsidRPr="00AE1391">
              <w:rPr>
                <w:color w:val="auto"/>
              </w:rPr>
              <w:t>a</w:t>
            </w:r>
            <w:r w:rsidRPr="00AE1391">
              <w:rPr>
                <w:color w:val="auto"/>
              </w:rPr>
              <w:t>tům</w:t>
            </w:r>
          </w:p>
          <w:p w:rsidR="00CE1B6E" w:rsidRPr="00D16746" w:rsidRDefault="00CE1B6E" w:rsidP="00D16746">
            <w:pPr>
              <w:pStyle w:val="Default"/>
              <w:numPr>
                <w:ilvl w:val="0"/>
                <w:numId w:val="6"/>
              </w:numPr>
              <w:rPr>
                <w:color w:val="auto"/>
              </w:rPr>
            </w:pPr>
            <w:r w:rsidRPr="00AE1391">
              <w:rPr>
                <w:bCs/>
                <w:iCs/>
                <w:color w:val="auto"/>
              </w:rPr>
              <w:t>rozumí jednoduchým krátkým textům z bě</w:t>
            </w:r>
            <w:r w:rsidRPr="00AE1391">
              <w:rPr>
                <w:bCs/>
                <w:iCs/>
                <w:color w:val="auto"/>
              </w:rPr>
              <w:t>ž</w:t>
            </w:r>
            <w:r w:rsidRPr="00AE1391">
              <w:rPr>
                <w:bCs/>
                <w:iCs/>
                <w:color w:val="auto"/>
              </w:rPr>
              <w:t>ného života, zejména pokud má k dispozici vizuální oporu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18A4" w:rsidRPr="008D4271" w:rsidRDefault="00D318A4" w:rsidP="00D16746">
            <w:pPr>
              <w:pStyle w:val="Default"/>
              <w:rPr>
                <w:color w:val="auto"/>
              </w:rPr>
            </w:pPr>
          </w:p>
          <w:p w:rsidR="00D318A4" w:rsidRDefault="00D318A4" w:rsidP="00D16746">
            <w:pPr>
              <w:numPr>
                <w:ilvl w:val="0"/>
                <w:numId w:val="7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mluvnice:</w:t>
            </w:r>
          </w:p>
          <w:p w:rsidR="00D318A4" w:rsidRPr="00AE1391" w:rsidRDefault="00D318A4" w:rsidP="00D16746">
            <w:pPr>
              <w:numPr>
                <w:ilvl w:val="0"/>
                <w:numId w:val="7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slovesa „be</w:t>
            </w:r>
            <w:proofErr w:type="gramStart"/>
            <w:r>
              <w:rPr>
                <w:sz w:val="24"/>
                <w:szCs w:val="24"/>
              </w:rPr>
              <w:t>" ,</w:t>
            </w:r>
            <w:proofErr w:type="gramEnd"/>
            <w:r>
              <w:rPr>
                <w:sz w:val="24"/>
                <w:szCs w:val="24"/>
              </w:rPr>
              <w:t xml:space="preserve"> „</w:t>
            </w:r>
            <w:r w:rsidRPr="00AE1391">
              <w:rPr>
                <w:sz w:val="24"/>
                <w:szCs w:val="24"/>
              </w:rPr>
              <w:t>have got"</w:t>
            </w:r>
            <w:r>
              <w:rPr>
                <w:sz w:val="24"/>
                <w:szCs w:val="24"/>
              </w:rPr>
              <w:t>, „can“</w:t>
            </w:r>
          </w:p>
          <w:p w:rsidR="00D318A4" w:rsidRPr="00AE1391" w:rsidRDefault="00D318A4" w:rsidP="00D16746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zápor ve větě</w:t>
            </w:r>
          </w:p>
          <w:p w:rsidR="00D318A4" w:rsidRPr="00AE1391" w:rsidRDefault="00D318A4" w:rsidP="00D16746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přivlastňovací pád</w:t>
            </w:r>
          </w:p>
          <w:p w:rsidR="00D318A4" w:rsidRPr="008D4271" w:rsidRDefault="00426D75" w:rsidP="00D16746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zájmena osobní </w:t>
            </w:r>
            <w:r w:rsidR="009A0D34">
              <w:rPr>
                <w:sz w:val="24"/>
                <w:szCs w:val="24"/>
              </w:rPr>
              <w:t>(I, you, he, she, it, we you they)</w:t>
            </w:r>
          </w:p>
          <w:p w:rsidR="00CE1B6E" w:rsidRDefault="00CE1B6E" w:rsidP="00D318A4">
            <w:pPr>
              <w:ind w:left="360"/>
              <w:rPr>
                <w:sz w:val="24"/>
                <w:szCs w:val="24"/>
              </w:rPr>
            </w:pPr>
          </w:p>
          <w:p w:rsidR="001A2896" w:rsidRDefault="001A2896" w:rsidP="00D318A4">
            <w:pPr>
              <w:ind w:left="360"/>
              <w:rPr>
                <w:sz w:val="24"/>
                <w:szCs w:val="24"/>
              </w:rPr>
            </w:pPr>
          </w:p>
          <w:p w:rsidR="001A2896" w:rsidRPr="00D318A4" w:rsidRDefault="001A2896" w:rsidP="001A2896">
            <w:pPr>
              <w:snapToGrid w:val="0"/>
              <w:rPr>
                <w:sz w:val="24"/>
                <w:szCs w:val="24"/>
              </w:rPr>
            </w:pPr>
          </w:p>
          <w:p w:rsidR="001A2896" w:rsidRPr="00AE1391" w:rsidRDefault="001A2896" w:rsidP="00D16746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anglická abeceda</w:t>
            </w:r>
          </w:p>
          <w:p w:rsidR="001A2896" w:rsidRPr="00AE1391" w:rsidRDefault="001A2896" w:rsidP="00D16746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číslovky do 100</w:t>
            </w:r>
          </w:p>
          <w:p w:rsidR="001A2896" w:rsidRPr="008D4271" w:rsidRDefault="001A2896" w:rsidP="00D16746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technika čtení</w:t>
            </w:r>
          </w:p>
          <w:p w:rsidR="001A2896" w:rsidRPr="008D4271" w:rsidRDefault="001A2896" w:rsidP="00D16746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město, názvy budov, dopravní prostředky</w:t>
            </w:r>
            <w:r w:rsidRPr="008D4271">
              <w:t xml:space="preserve"> </w:t>
            </w:r>
          </w:p>
          <w:p w:rsidR="001A2896" w:rsidRDefault="001A2896" w:rsidP="00D16746">
            <w:pPr>
              <w:pStyle w:val="Default"/>
              <w:numPr>
                <w:ilvl w:val="0"/>
                <w:numId w:val="7"/>
              </w:numPr>
              <w:rPr>
                <w:color w:val="auto"/>
              </w:rPr>
            </w:pPr>
            <w:r w:rsidRPr="00AE1391">
              <w:rPr>
                <w:bCs/>
                <w:color w:val="auto"/>
              </w:rPr>
              <w:t xml:space="preserve">slovní zásoba: </w:t>
            </w:r>
            <w:r>
              <w:rPr>
                <w:color w:val="auto"/>
              </w:rPr>
              <w:t>lidské tělo, jídlo,</w:t>
            </w:r>
            <w:r w:rsidRPr="00AE1391">
              <w:rPr>
                <w:color w:val="auto"/>
              </w:rPr>
              <w:t xml:space="preserve"> nákupy, </w:t>
            </w:r>
            <w:r>
              <w:rPr>
                <w:color w:val="auto"/>
              </w:rPr>
              <w:t>bydliště, dopravní pr</w:t>
            </w:r>
            <w:r>
              <w:rPr>
                <w:color w:val="auto"/>
              </w:rPr>
              <w:t>o</w:t>
            </w:r>
            <w:r w:rsidR="00426D75">
              <w:rPr>
                <w:color w:val="auto"/>
              </w:rPr>
              <w:t>středky,</w:t>
            </w:r>
            <w:r w:rsidRPr="00AE1391">
              <w:rPr>
                <w:color w:val="auto"/>
              </w:rPr>
              <w:t xml:space="preserve"> roční období, měsíce, dny v týdnu, hodiny, zvířata, př</w:t>
            </w:r>
            <w:r w:rsidRPr="00AE1391">
              <w:rPr>
                <w:color w:val="auto"/>
              </w:rPr>
              <w:t>í</w:t>
            </w:r>
            <w:r w:rsidRPr="00AE1391">
              <w:rPr>
                <w:color w:val="auto"/>
              </w:rPr>
              <w:t>ro</w:t>
            </w:r>
            <w:r>
              <w:rPr>
                <w:color w:val="auto"/>
              </w:rPr>
              <w:t xml:space="preserve">da, </w:t>
            </w:r>
            <w:r w:rsidRPr="00AE1391">
              <w:rPr>
                <w:color w:val="auto"/>
              </w:rPr>
              <w:t>sport</w:t>
            </w:r>
            <w:r>
              <w:rPr>
                <w:color w:val="auto"/>
              </w:rPr>
              <w:t>, volný čas, příroda, počasí</w:t>
            </w:r>
          </w:p>
          <w:p w:rsidR="001A2896" w:rsidRPr="00AE1391" w:rsidRDefault="001A2896" w:rsidP="00D318A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6746" w:rsidRDefault="00D16746" w:rsidP="00D16746">
            <w:pPr>
              <w:snapToGrid w:val="0"/>
              <w:rPr>
                <w:sz w:val="24"/>
                <w:szCs w:val="24"/>
              </w:rPr>
            </w:pPr>
          </w:p>
          <w:p w:rsidR="00683242" w:rsidRPr="00AE1391" w:rsidRDefault="00D97F2A" w:rsidP="00D16746">
            <w:pPr>
              <w:snapToGrid w:val="0"/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Český jazyk</w:t>
            </w:r>
          </w:p>
          <w:p w:rsidR="00683242" w:rsidRPr="00AE1391" w:rsidRDefault="00D97F2A">
            <w:pPr>
              <w:jc w:val="center"/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Výtvarná výchova</w:t>
            </w:r>
          </w:p>
          <w:p w:rsidR="00683242" w:rsidRPr="00AE1391" w:rsidRDefault="00D97F2A">
            <w:pPr>
              <w:jc w:val="center"/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Hudební výchova</w:t>
            </w:r>
          </w:p>
          <w:p w:rsidR="00683242" w:rsidRPr="00AE1391" w:rsidRDefault="00D97F2A">
            <w:pPr>
              <w:jc w:val="center"/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Matematika</w:t>
            </w:r>
          </w:p>
          <w:p w:rsidR="00683242" w:rsidRPr="00AE1391" w:rsidRDefault="00683242">
            <w:pPr>
              <w:jc w:val="center"/>
              <w:rPr>
                <w:sz w:val="24"/>
                <w:szCs w:val="24"/>
              </w:rPr>
            </w:pPr>
          </w:p>
          <w:p w:rsidR="00683242" w:rsidRPr="00AE1391" w:rsidRDefault="00D97F2A">
            <w:pPr>
              <w:jc w:val="center"/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EGS – Objevujeme Evropu</w:t>
            </w: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 xml:space="preserve"> a svět</w:t>
            </w:r>
          </w:p>
          <w:p w:rsidR="00683242" w:rsidRPr="00AE1391" w:rsidRDefault="00683242" w:rsidP="00AE1391">
            <w:pPr>
              <w:rPr>
                <w:sz w:val="24"/>
                <w:szCs w:val="24"/>
              </w:rPr>
            </w:pP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MKV – mulltikulturalita</w:t>
            </w:r>
          </w:p>
          <w:p w:rsidR="00683242" w:rsidRPr="00AE1391" w:rsidRDefault="00683242">
            <w:pPr>
              <w:jc w:val="center"/>
              <w:rPr>
                <w:sz w:val="24"/>
                <w:szCs w:val="24"/>
              </w:rPr>
            </w:pPr>
          </w:p>
          <w:p w:rsidR="00683242" w:rsidRPr="00AE1391" w:rsidRDefault="00683242">
            <w:pPr>
              <w:ind w:left="72"/>
              <w:jc w:val="center"/>
              <w:rPr>
                <w:sz w:val="24"/>
                <w:szCs w:val="24"/>
              </w:rPr>
            </w:pP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OSV – Rozvoj schopností poznávání</w:t>
            </w: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OSV – Sebepoznání a sebepojetí</w:t>
            </w: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OSV – Poznávání lidí</w:t>
            </w: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OSV – Komunikace</w:t>
            </w:r>
          </w:p>
          <w:p w:rsidR="00683242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OSV – Řešení problémů a rozhodovací dovednosti</w:t>
            </w:r>
          </w:p>
          <w:p w:rsidR="00426D75" w:rsidRDefault="00426D75">
            <w:pPr>
              <w:rPr>
                <w:sz w:val="24"/>
                <w:szCs w:val="24"/>
              </w:rPr>
            </w:pPr>
          </w:p>
          <w:p w:rsidR="00426D75" w:rsidRPr="00AE1391" w:rsidRDefault="00426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Informatika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6746" w:rsidRDefault="00D16746">
            <w:pPr>
              <w:snapToGrid w:val="0"/>
              <w:rPr>
                <w:sz w:val="24"/>
                <w:szCs w:val="24"/>
                <w:u w:val="single"/>
              </w:rPr>
            </w:pPr>
          </w:p>
          <w:p w:rsidR="00683242" w:rsidRPr="00AE1391" w:rsidRDefault="00D97F2A">
            <w:pPr>
              <w:snapToGrid w:val="0"/>
              <w:rPr>
                <w:sz w:val="24"/>
                <w:szCs w:val="24"/>
                <w:u w:val="single"/>
              </w:rPr>
            </w:pPr>
            <w:r w:rsidRPr="00AE1391">
              <w:rPr>
                <w:sz w:val="24"/>
                <w:szCs w:val="24"/>
                <w:u w:val="single"/>
              </w:rPr>
              <w:t>Jazykové prostředky:</w:t>
            </w: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vyplývají z obsahu použité učebnice</w:t>
            </w:r>
          </w:p>
          <w:p w:rsidR="00683242" w:rsidRPr="00AE1391" w:rsidRDefault="00683242">
            <w:pPr>
              <w:rPr>
                <w:sz w:val="24"/>
                <w:szCs w:val="24"/>
              </w:rPr>
            </w:pPr>
          </w:p>
          <w:p w:rsidR="00683242" w:rsidRPr="00AE1391" w:rsidRDefault="00683242">
            <w:pPr>
              <w:rPr>
                <w:sz w:val="24"/>
                <w:szCs w:val="24"/>
              </w:rPr>
            </w:pP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Anglické časopisy – vybrané články, doplňovačky, fotografie</w:t>
            </w:r>
          </w:p>
          <w:p w:rsidR="00683242" w:rsidRPr="00AE1391" w:rsidRDefault="00683242">
            <w:pPr>
              <w:rPr>
                <w:sz w:val="24"/>
                <w:szCs w:val="24"/>
              </w:rPr>
            </w:pP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specifické rysy Aj</w:t>
            </w:r>
          </w:p>
          <w:p w:rsidR="00683242" w:rsidRPr="00AE1391" w:rsidRDefault="00683242">
            <w:pPr>
              <w:rPr>
                <w:sz w:val="24"/>
                <w:szCs w:val="24"/>
              </w:rPr>
            </w:pP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>– Kimovy hry, pexesa,</w:t>
            </w: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 xml:space="preserve"> domina</w:t>
            </w: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 xml:space="preserve"> – popis své osoby,</w:t>
            </w:r>
            <w:r w:rsidR="00AE1391">
              <w:rPr>
                <w:sz w:val="24"/>
                <w:szCs w:val="24"/>
              </w:rPr>
              <w:t xml:space="preserve"> </w:t>
            </w:r>
            <w:r w:rsidRPr="00AE1391">
              <w:rPr>
                <w:sz w:val="24"/>
                <w:szCs w:val="24"/>
              </w:rPr>
              <w:t>těla</w:t>
            </w:r>
          </w:p>
          <w:p w:rsidR="00683242" w:rsidRPr="00AE1391" w:rsidRDefault="00683242">
            <w:pPr>
              <w:rPr>
                <w:sz w:val="24"/>
                <w:szCs w:val="24"/>
              </w:rPr>
            </w:pP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 xml:space="preserve"> – skupinové práce</w:t>
            </w:r>
          </w:p>
          <w:p w:rsidR="00683242" w:rsidRPr="00AE1391" w:rsidRDefault="00D97F2A">
            <w:pPr>
              <w:rPr>
                <w:sz w:val="24"/>
                <w:szCs w:val="24"/>
              </w:rPr>
            </w:pPr>
            <w:r w:rsidRPr="00AE1391">
              <w:rPr>
                <w:sz w:val="24"/>
                <w:szCs w:val="24"/>
              </w:rPr>
              <w:t xml:space="preserve"> – rozhovory</w:t>
            </w:r>
          </w:p>
        </w:tc>
      </w:tr>
    </w:tbl>
    <w:p w:rsidR="00683242" w:rsidRPr="00AE1391" w:rsidRDefault="00683242">
      <w:pPr>
        <w:rPr>
          <w:sz w:val="24"/>
          <w:szCs w:val="24"/>
        </w:rPr>
      </w:pPr>
    </w:p>
    <w:p w:rsidR="00683242" w:rsidRPr="00AE1391" w:rsidRDefault="00D97F2A">
      <w:pPr>
        <w:rPr>
          <w:sz w:val="24"/>
          <w:szCs w:val="24"/>
        </w:rPr>
      </w:pPr>
      <w:r w:rsidRPr="00AE1391">
        <w:rPr>
          <w:sz w:val="24"/>
          <w:szCs w:val="24"/>
        </w:rPr>
        <w:t>Pomůcky: kartičky, hry, obrazový materiál, názorné pomůcky, magnetické tabule, audio technika, počítače, mapy, kopírovaný materiál.</w:t>
      </w:r>
    </w:p>
    <w:p w:rsidR="00AE1391" w:rsidRPr="00AE1391" w:rsidRDefault="00AE1391">
      <w:pPr>
        <w:rPr>
          <w:sz w:val="24"/>
          <w:szCs w:val="24"/>
        </w:rPr>
      </w:pPr>
    </w:p>
    <w:sectPr w:rsidR="00AE1391" w:rsidRPr="00AE1391" w:rsidSect="00683242">
      <w:headerReference w:type="default" r:id="rId7"/>
      <w:footerReference w:type="default" r:id="rId8"/>
      <w:pgSz w:w="16838" w:h="11906" w:orient="landscape"/>
      <w:pgMar w:top="1021" w:right="1418" w:bottom="851" w:left="1702" w:header="708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074" w:rsidRDefault="00330074" w:rsidP="00683242">
      <w:r>
        <w:separator/>
      </w:r>
    </w:p>
  </w:endnote>
  <w:endnote w:type="continuationSeparator" w:id="0">
    <w:p w:rsidR="00330074" w:rsidRDefault="00330074" w:rsidP="0068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242" w:rsidRDefault="006832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074" w:rsidRDefault="00330074" w:rsidP="00683242">
      <w:r w:rsidRPr="00683242">
        <w:rPr>
          <w:color w:val="000000"/>
        </w:rPr>
        <w:separator/>
      </w:r>
    </w:p>
  </w:footnote>
  <w:footnote w:type="continuationSeparator" w:id="0">
    <w:p w:rsidR="00330074" w:rsidRDefault="00330074" w:rsidP="00683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242" w:rsidRDefault="00683242">
    <w:pPr>
      <w:pStyle w:val="Header"/>
    </w:pPr>
    <w:r>
      <w:t>Školní vzdělávací program – Základní škola a mateřská škola Raškovice – Anglický jazyk 4.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68634E"/>
    <w:multiLevelType w:val="hybridMultilevel"/>
    <w:tmpl w:val="E318939E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62DED"/>
    <w:multiLevelType w:val="hybridMultilevel"/>
    <w:tmpl w:val="8D42B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0C6BE">
      <w:numFmt w:val="bullet"/>
      <w:lvlText w:val=""/>
      <w:lvlJc w:val="left"/>
      <w:pPr>
        <w:ind w:left="1440" w:hanging="360"/>
      </w:pPr>
      <w:rPr>
        <w:rFonts w:ascii="Wingdings" w:eastAsia="Times New Roman" w:hAnsi="Wingdings" w:cs="Wingdings" w:hint="default"/>
        <w:color w:val="FF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02475"/>
    <w:multiLevelType w:val="multilevel"/>
    <w:tmpl w:val="94620A00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5A4C6976"/>
    <w:multiLevelType w:val="hybridMultilevel"/>
    <w:tmpl w:val="FBE2AF70"/>
    <w:lvl w:ilvl="0" w:tplc="4DF658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00049"/>
    <w:multiLevelType w:val="hybridMultilevel"/>
    <w:tmpl w:val="74660C7E"/>
    <w:lvl w:ilvl="0" w:tplc="B19A0A74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797C6BAA"/>
    <w:multiLevelType w:val="hybridMultilevel"/>
    <w:tmpl w:val="52E0C8B8"/>
    <w:lvl w:ilvl="0" w:tplc="58CC1506">
      <w:numFmt w:val="bullet"/>
      <w:lvlText w:val="˗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42"/>
    <w:rsid w:val="00010A5F"/>
    <w:rsid w:val="000322C3"/>
    <w:rsid w:val="001472E8"/>
    <w:rsid w:val="001A2896"/>
    <w:rsid w:val="001C2092"/>
    <w:rsid w:val="00330074"/>
    <w:rsid w:val="00336337"/>
    <w:rsid w:val="003F2B1E"/>
    <w:rsid w:val="00426D75"/>
    <w:rsid w:val="004A5619"/>
    <w:rsid w:val="005F0BDF"/>
    <w:rsid w:val="005F696A"/>
    <w:rsid w:val="00683242"/>
    <w:rsid w:val="006E2E8D"/>
    <w:rsid w:val="006F0A8A"/>
    <w:rsid w:val="00713D20"/>
    <w:rsid w:val="00733CAC"/>
    <w:rsid w:val="00847EDD"/>
    <w:rsid w:val="008945D0"/>
    <w:rsid w:val="008A6242"/>
    <w:rsid w:val="008C1AFD"/>
    <w:rsid w:val="008D4271"/>
    <w:rsid w:val="009A0D34"/>
    <w:rsid w:val="00A9436F"/>
    <w:rsid w:val="00AE1391"/>
    <w:rsid w:val="00AE71E0"/>
    <w:rsid w:val="00BE5027"/>
    <w:rsid w:val="00C256F9"/>
    <w:rsid w:val="00CE1B6E"/>
    <w:rsid w:val="00CF6AEC"/>
    <w:rsid w:val="00D16746"/>
    <w:rsid w:val="00D318A4"/>
    <w:rsid w:val="00D45317"/>
    <w:rsid w:val="00D47DDE"/>
    <w:rsid w:val="00D97F2A"/>
    <w:rsid w:val="00DB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D768B-E2F9-40A5-8DBE-2E3E837E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683242"/>
    <w:pPr>
      <w:suppressAutoHyphens/>
      <w:autoSpaceDN w:val="0"/>
      <w:textAlignment w:val="baseline"/>
    </w:pPr>
    <w:rPr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683242"/>
    <w:pPr>
      <w:autoSpaceDN w:val="0"/>
      <w:textAlignment w:val="baseline"/>
    </w:pPr>
  </w:style>
  <w:style w:type="paragraph" w:customStyle="1" w:styleId="Heading">
    <w:name w:val="Heading"/>
    <w:basedOn w:val="Normln"/>
    <w:next w:val="Zkladntext"/>
    <w:rsid w:val="00683242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rsid w:val="00683242"/>
    <w:pPr>
      <w:spacing w:after="120"/>
    </w:pPr>
  </w:style>
  <w:style w:type="paragraph" w:customStyle="1" w:styleId="Heading1">
    <w:name w:val="Heading 1"/>
    <w:basedOn w:val="Normln"/>
    <w:next w:val="Normln"/>
    <w:rsid w:val="00683242"/>
    <w:pPr>
      <w:keepNext/>
      <w:outlineLvl w:val="0"/>
    </w:pPr>
    <w:rPr>
      <w:b/>
      <w:sz w:val="28"/>
    </w:rPr>
  </w:style>
  <w:style w:type="paragraph" w:customStyle="1" w:styleId="Heading2">
    <w:name w:val="Heading 2"/>
    <w:basedOn w:val="Normln"/>
    <w:next w:val="Normln"/>
    <w:rsid w:val="00683242"/>
    <w:pPr>
      <w:keepNext/>
      <w:outlineLvl w:val="1"/>
    </w:pPr>
    <w:rPr>
      <w:b/>
      <w:sz w:val="24"/>
    </w:rPr>
  </w:style>
  <w:style w:type="paragraph" w:styleId="Zkladntext">
    <w:name w:val="Body Text"/>
    <w:basedOn w:val="Normln"/>
    <w:rsid w:val="00683242"/>
    <w:pPr>
      <w:spacing w:after="120"/>
    </w:pPr>
  </w:style>
  <w:style w:type="paragraph" w:styleId="Seznam">
    <w:name w:val="List"/>
    <w:basedOn w:val="Zkladntext"/>
    <w:rsid w:val="00683242"/>
    <w:rPr>
      <w:rFonts w:cs="Mangal"/>
    </w:rPr>
  </w:style>
  <w:style w:type="paragraph" w:customStyle="1" w:styleId="Caption">
    <w:name w:val="Caption"/>
    <w:basedOn w:val="Normln"/>
    <w:rsid w:val="006832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"/>
    <w:rsid w:val="00683242"/>
    <w:pPr>
      <w:suppressLineNumbers/>
    </w:pPr>
    <w:rPr>
      <w:rFonts w:cs="Mangal"/>
    </w:rPr>
  </w:style>
  <w:style w:type="paragraph" w:customStyle="1" w:styleId="Header">
    <w:name w:val="Header"/>
    <w:basedOn w:val="Normln"/>
    <w:rsid w:val="00683242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n"/>
    <w:rsid w:val="0068324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ln"/>
    <w:rsid w:val="00683242"/>
    <w:pPr>
      <w:suppressLineNumbers/>
    </w:pPr>
  </w:style>
  <w:style w:type="paragraph" w:customStyle="1" w:styleId="TableHeading">
    <w:name w:val="Table Heading"/>
    <w:basedOn w:val="TableContents"/>
    <w:rsid w:val="00683242"/>
    <w:pPr>
      <w:jc w:val="center"/>
    </w:pPr>
    <w:rPr>
      <w:b/>
      <w:bCs/>
    </w:rPr>
  </w:style>
  <w:style w:type="character" w:customStyle="1" w:styleId="WW8Num2z0">
    <w:name w:val="WW8Num2z0"/>
    <w:rsid w:val="00683242"/>
    <w:rPr>
      <w:b/>
      <w:sz w:val="28"/>
    </w:rPr>
  </w:style>
  <w:style w:type="character" w:customStyle="1" w:styleId="Absatz-Standardschriftart">
    <w:name w:val="Absatz-Standardschriftart"/>
    <w:rsid w:val="00683242"/>
  </w:style>
  <w:style w:type="character" w:customStyle="1" w:styleId="WW8Num1z0">
    <w:name w:val="WW8Num1z0"/>
    <w:rsid w:val="00683242"/>
    <w:rPr>
      <w:rFonts w:ascii="Symbol" w:hAnsi="Symbol"/>
    </w:rPr>
  </w:style>
  <w:style w:type="character" w:customStyle="1" w:styleId="WW8Num1z1">
    <w:name w:val="WW8Num1z1"/>
    <w:rsid w:val="00683242"/>
    <w:rPr>
      <w:rFonts w:ascii="Courier New" w:hAnsi="Courier New" w:cs="Courier New"/>
    </w:rPr>
  </w:style>
  <w:style w:type="character" w:customStyle="1" w:styleId="WW8Num1z2">
    <w:name w:val="WW8Num1z2"/>
    <w:rsid w:val="00683242"/>
    <w:rPr>
      <w:rFonts w:ascii="Wingdings" w:hAnsi="Wingdings"/>
    </w:rPr>
  </w:style>
  <w:style w:type="character" w:customStyle="1" w:styleId="WW8Num3z0">
    <w:name w:val="WW8Num3z0"/>
    <w:rsid w:val="00683242"/>
    <w:rPr>
      <w:rFonts w:ascii="Symbol" w:hAnsi="Symbol"/>
    </w:rPr>
  </w:style>
  <w:style w:type="character" w:customStyle="1" w:styleId="WW8Num3z2">
    <w:name w:val="WW8Num3z2"/>
    <w:rsid w:val="00683242"/>
    <w:rPr>
      <w:rFonts w:ascii="Wingdings" w:hAnsi="Wingdings"/>
    </w:rPr>
  </w:style>
  <w:style w:type="character" w:customStyle="1" w:styleId="WW8Num3z4">
    <w:name w:val="WW8Num3z4"/>
    <w:rsid w:val="00683242"/>
    <w:rPr>
      <w:rFonts w:ascii="Courier New" w:hAnsi="Courier New" w:cs="Courier New"/>
    </w:rPr>
  </w:style>
  <w:style w:type="character" w:customStyle="1" w:styleId="Standardnpsmoodstavce1">
    <w:name w:val="Standardní písmo odstavce1"/>
    <w:rsid w:val="00683242"/>
  </w:style>
  <w:style w:type="paragraph" w:customStyle="1" w:styleId="Default">
    <w:name w:val="Default"/>
    <w:rsid w:val="00CE1B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683242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semiHidden/>
    <w:rsid w:val="00683242"/>
    <w:rPr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683242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semiHidden/>
    <w:rsid w:val="00683242"/>
    <w:rPr>
      <w:lang w:eastAsia="ar-SA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CE1B6E"/>
    <w:pPr>
      <w:numPr>
        <w:numId w:val="2"/>
      </w:numPr>
      <w:suppressAutoHyphens w:val="0"/>
      <w:autoSpaceDE w:val="0"/>
      <w:spacing w:before="20"/>
      <w:ind w:right="113"/>
      <w:textAlignment w:val="auto"/>
    </w:pPr>
    <w:rPr>
      <w:b/>
      <w:bCs/>
      <w:i/>
      <w:iCs/>
      <w:sz w:val="22"/>
      <w:szCs w:val="22"/>
      <w:lang w:val="x-none" w:eastAsia="x-none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CE1B6E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HP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2011-06-24T11:40:00Z</cp:lastPrinted>
  <dcterms:created xsi:type="dcterms:W3CDTF">2021-08-25T09:16:00Z</dcterms:created>
  <dcterms:modified xsi:type="dcterms:W3CDTF">2021-08-25T09:16:00Z</dcterms:modified>
</cp:coreProperties>
</file>